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80D" w:rsidRPr="0034080D" w:rsidRDefault="0034080D" w:rsidP="0034080D">
      <w:pPr>
        <w:spacing w:after="180"/>
        <w:rPr>
          <w:b/>
          <w:sz w:val="44"/>
          <w:szCs w:val="44"/>
        </w:rPr>
      </w:pPr>
      <w:r w:rsidRPr="0034080D">
        <w:rPr>
          <w:b/>
          <w:bCs/>
          <w:sz w:val="44"/>
          <w:szCs w:val="44"/>
          <w:lang w:val="en-US"/>
        </w:rPr>
        <w:t>Squashing a mattress</w:t>
      </w:r>
    </w:p>
    <w:p w:rsidR="00201AC2" w:rsidRDefault="00201AC2" w:rsidP="00201AC2">
      <w:pPr>
        <w:spacing w:after="180"/>
      </w:pPr>
    </w:p>
    <w:p w:rsidR="0034080D" w:rsidRDefault="005F3CE4" w:rsidP="00894BCB">
      <w:pPr>
        <w:spacing w:after="180" w:line="278" w:lineRule="auto"/>
        <w:rPr>
          <w:lang w:val="en-US"/>
        </w:rPr>
      </w:pPr>
      <w:r w:rsidRPr="0034080D">
        <w:rPr>
          <w:noProof/>
          <w:lang w:eastAsia="en-GB"/>
        </w:rPr>
        <w:drawing>
          <wp:anchor distT="0" distB="0" distL="114300" distR="114300" simplePos="0" relativeHeight="251658240" behindDoc="0" locked="0" layoutInCell="1" allowOverlap="1">
            <wp:simplePos x="0" y="0"/>
            <wp:positionH relativeFrom="column">
              <wp:posOffset>2811335</wp:posOffset>
            </wp:positionH>
            <wp:positionV relativeFrom="paragraph">
              <wp:posOffset>66609</wp:posOffset>
            </wp:positionV>
            <wp:extent cx="3030938" cy="1638795"/>
            <wp:effectExtent l="0" t="0" r="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030938" cy="1638795"/>
                    </a:xfrm>
                    <a:prstGeom prst="rect">
                      <a:avLst/>
                    </a:prstGeom>
                  </pic:spPr>
                </pic:pic>
              </a:graphicData>
            </a:graphic>
            <wp14:sizeRelH relativeFrom="margin">
              <wp14:pctWidth>0</wp14:pctWidth>
            </wp14:sizeRelH>
            <wp14:sizeRelV relativeFrom="margin">
              <wp14:pctHeight>0</wp14:pctHeight>
            </wp14:sizeRelV>
          </wp:anchor>
        </w:drawing>
      </w:r>
      <w:r w:rsidR="0034080D" w:rsidRPr="0034080D">
        <w:rPr>
          <w:lang w:val="en-US"/>
        </w:rPr>
        <w:t>Some mattresses contain a lot of springs.</w:t>
      </w:r>
    </w:p>
    <w:p w:rsidR="0034080D" w:rsidRPr="0034080D" w:rsidRDefault="0034080D" w:rsidP="00894BCB">
      <w:pPr>
        <w:spacing w:after="120" w:line="278" w:lineRule="auto"/>
        <w:ind w:right="4774"/>
      </w:pPr>
      <w:r w:rsidRPr="0034080D">
        <w:rPr>
          <w:lang w:val="en-US"/>
        </w:rPr>
        <w:t>Some students are using a mattress to think about objects resting on the floor.</w:t>
      </w:r>
    </w:p>
    <w:p w:rsidR="0034080D" w:rsidRPr="0034080D" w:rsidRDefault="0034080D" w:rsidP="00894BCB">
      <w:pPr>
        <w:spacing w:after="120" w:line="278" w:lineRule="auto"/>
        <w:ind w:right="4774"/>
      </w:pPr>
      <w:r w:rsidRPr="0034080D">
        <w:rPr>
          <w:lang w:val="en-US"/>
        </w:rPr>
        <w:t>The</w:t>
      </w:r>
      <w:r>
        <w:rPr>
          <w:lang w:val="en-US"/>
        </w:rPr>
        <w:t>y</w:t>
      </w:r>
      <w:r w:rsidRPr="0034080D">
        <w:rPr>
          <w:lang w:val="en-US"/>
        </w:rPr>
        <w:t xml:space="preserve"> are thinking about a light crate and a heavy crate sitting on the floor.</w:t>
      </w:r>
    </w:p>
    <w:p w:rsidR="0034080D" w:rsidRDefault="0034080D" w:rsidP="00894BCB">
      <w:pPr>
        <w:spacing w:after="120" w:line="278" w:lineRule="auto"/>
        <w:ind w:right="4774"/>
        <w:rPr>
          <w:lang w:val="en-US"/>
        </w:rPr>
      </w:pPr>
      <w:r w:rsidRPr="0034080D">
        <w:rPr>
          <w:lang w:val="en-US"/>
        </w:rPr>
        <w:t xml:space="preserve">They want to explain the forces </w:t>
      </w:r>
      <w:r>
        <w:rPr>
          <w:lang w:val="en-US"/>
        </w:rPr>
        <w:t xml:space="preserve">acting </w:t>
      </w:r>
      <w:r w:rsidRPr="0034080D">
        <w:rPr>
          <w:lang w:val="en-US"/>
        </w:rPr>
        <w:t>on the floor and on the crates.</w:t>
      </w:r>
    </w:p>
    <w:p w:rsidR="0034080D" w:rsidRPr="0034080D" w:rsidRDefault="0034080D" w:rsidP="0034080D">
      <w:pPr>
        <w:spacing w:after="180"/>
        <w:jc w:val="center"/>
      </w:pPr>
    </w:p>
    <w:p w:rsidR="00201AC2" w:rsidRPr="0034080D" w:rsidRDefault="00201AC2" w:rsidP="00201AC2">
      <w:pPr>
        <w:spacing w:after="180"/>
        <w:rPr>
          <w:b/>
        </w:rPr>
      </w:pPr>
      <w:r w:rsidRPr="0034080D">
        <w:rPr>
          <w:b/>
        </w:rPr>
        <w:t>To answer</w:t>
      </w:r>
    </w:p>
    <w:p w:rsidR="00CE0C58" w:rsidRPr="005F3CE4" w:rsidRDefault="0027754C" w:rsidP="0034080D">
      <w:pPr>
        <w:spacing w:after="240"/>
        <w:rPr>
          <w:sz w:val="28"/>
        </w:rPr>
      </w:pPr>
      <w:r w:rsidRPr="005F3CE4">
        <w:rPr>
          <w:sz w:val="28"/>
        </w:rPr>
        <w:t xml:space="preserve">State three ways in which this </w:t>
      </w:r>
      <w:r w:rsidRPr="005F3CE4">
        <w:rPr>
          <w:b/>
          <w:bCs/>
          <w:sz w:val="28"/>
        </w:rPr>
        <w:t xml:space="preserve">is a good representation </w:t>
      </w:r>
      <w:r w:rsidRPr="005F3CE4">
        <w:rPr>
          <w:sz w:val="28"/>
        </w:rPr>
        <w:t>of the crates resting on the floor.</w:t>
      </w:r>
    </w:p>
    <w:p w:rsidR="0034080D" w:rsidRDefault="0034080D" w:rsidP="0034080D">
      <w:pPr>
        <w:pStyle w:val="ListParagraph"/>
        <w:numPr>
          <w:ilvl w:val="0"/>
          <w:numId w:val="5"/>
        </w:numPr>
        <w:spacing w:after="240"/>
        <w:ind w:left="425" w:hanging="425"/>
        <w:contextualSpacing w:val="0"/>
      </w:pPr>
      <w:r>
        <w:t>……………………………………………………………………………………………………………………………………………………</w:t>
      </w:r>
    </w:p>
    <w:p w:rsidR="0034080D" w:rsidRDefault="0034080D" w:rsidP="0034080D">
      <w:pPr>
        <w:spacing w:after="240"/>
        <w:ind w:left="426"/>
      </w:pPr>
      <w:r>
        <w:t>……………………………………………………………………………………………………………………………………………………</w:t>
      </w:r>
    </w:p>
    <w:p w:rsidR="0034080D" w:rsidRDefault="0034080D" w:rsidP="0034080D">
      <w:pPr>
        <w:pStyle w:val="ListParagraph"/>
        <w:numPr>
          <w:ilvl w:val="0"/>
          <w:numId w:val="5"/>
        </w:numPr>
        <w:spacing w:after="240"/>
        <w:ind w:left="425" w:hanging="425"/>
        <w:contextualSpacing w:val="0"/>
      </w:pPr>
      <w:r>
        <w:t>……………………………………………………………………………………………………………………………………………………</w:t>
      </w:r>
    </w:p>
    <w:p w:rsidR="0034080D" w:rsidRDefault="0034080D" w:rsidP="0034080D">
      <w:pPr>
        <w:spacing w:after="240"/>
        <w:ind w:left="426"/>
      </w:pPr>
      <w:r>
        <w:t>……………………………………………………………………………………………………………………………………………………</w:t>
      </w:r>
    </w:p>
    <w:p w:rsidR="0034080D" w:rsidRDefault="0034080D" w:rsidP="0034080D">
      <w:pPr>
        <w:pStyle w:val="ListParagraph"/>
        <w:numPr>
          <w:ilvl w:val="0"/>
          <w:numId w:val="5"/>
        </w:numPr>
        <w:spacing w:after="240"/>
        <w:ind w:left="425" w:hanging="425"/>
        <w:contextualSpacing w:val="0"/>
      </w:pPr>
      <w:r>
        <w:t>……………………………………………………………………………………………………………………………………………………</w:t>
      </w:r>
    </w:p>
    <w:p w:rsidR="0034080D" w:rsidRPr="0034080D" w:rsidRDefault="0034080D" w:rsidP="0034080D">
      <w:pPr>
        <w:spacing w:after="240"/>
        <w:ind w:left="426"/>
      </w:pPr>
      <w:r>
        <w:t>……………………………………………………………………………………………………………………………………………………</w:t>
      </w:r>
    </w:p>
    <w:p w:rsidR="00CE0C58" w:rsidRPr="005F3CE4" w:rsidRDefault="0027754C" w:rsidP="0034080D">
      <w:pPr>
        <w:spacing w:after="240"/>
        <w:rPr>
          <w:sz w:val="28"/>
        </w:rPr>
      </w:pPr>
      <w:r w:rsidRPr="005F3CE4">
        <w:rPr>
          <w:sz w:val="28"/>
        </w:rPr>
        <w:t xml:space="preserve">State three ways in which this is </w:t>
      </w:r>
      <w:r w:rsidRPr="005F3CE4">
        <w:rPr>
          <w:b/>
          <w:bCs/>
          <w:sz w:val="28"/>
        </w:rPr>
        <w:t xml:space="preserve">not an accurate representation </w:t>
      </w:r>
      <w:r w:rsidRPr="005F3CE4">
        <w:rPr>
          <w:sz w:val="28"/>
        </w:rPr>
        <w:t>of the crates resting on the floor.</w:t>
      </w:r>
    </w:p>
    <w:p w:rsidR="0034080D" w:rsidRDefault="0034080D" w:rsidP="0034080D">
      <w:pPr>
        <w:pStyle w:val="ListParagraph"/>
        <w:numPr>
          <w:ilvl w:val="0"/>
          <w:numId w:val="6"/>
        </w:numPr>
        <w:spacing w:after="240"/>
        <w:ind w:left="426" w:hanging="426"/>
        <w:contextualSpacing w:val="0"/>
      </w:pPr>
      <w:r>
        <w:t>……………………………………………………………………………………………………………………………………………………</w:t>
      </w:r>
    </w:p>
    <w:p w:rsidR="0034080D" w:rsidRDefault="0034080D" w:rsidP="0034080D">
      <w:pPr>
        <w:spacing w:after="240"/>
        <w:ind w:left="426"/>
      </w:pPr>
      <w:r>
        <w:t>……………………………………………………………………………………………………………………………………………………</w:t>
      </w:r>
    </w:p>
    <w:p w:rsidR="0034080D" w:rsidRDefault="0034080D" w:rsidP="0034080D">
      <w:pPr>
        <w:pStyle w:val="ListParagraph"/>
        <w:numPr>
          <w:ilvl w:val="0"/>
          <w:numId w:val="6"/>
        </w:numPr>
        <w:spacing w:after="240"/>
        <w:ind w:left="426" w:hanging="426"/>
        <w:contextualSpacing w:val="0"/>
      </w:pPr>
      <w:r>
        <w:t>……………………………………………………………………………………………………………………………………………………</w:t>
      </w:r>
    </w:p>
    <w:p w:rsidR="0034080D" w:rsidRDefault="0034080D" w:rsidP="0034080D">
      <w:pPr>
        <w:spacing w:after="240"/>
        <w:ind w:left="426"/>
      </w:pPr>
      <w:r>
        <w:t>……………………………………………………………………………………………………………………………………………………</w:t>
      </w:r>
    </w:p>
    <w:p w:rsidR="0034080D" w:rsidRDefault="0034080D" w:rsidP="0034080D">
      <w:pPr>
        <w:pStyle w:val="ListParagraph"/>
        <w:numPr>
          <w:ilvl w:val="0"/>
          <w:numId w:val="6"/>
        </w:numPr>
        <w:spacing w:after="240"/>
        <w:ind w:left="426" w:hanging="426"/>
      </w:pPr>
      <w:r>
        <w:t>……………………………………………………………………………………………………………………………………………………</w:t>
      </w:r>
    </w:p>
    <w:p w:rsidR="0034080D" w:rsidRPr="0034080D" w:rsidRDefault="0034080D" w:rsidP="0034080D">
      <w:pPr>
        <w:spacing w:after="240"/>
        <w:ind w:left="426"/>
      </w:pPr>
      <w:r>
        <w:t>……………………………………………………………………………………………………………………………………………………</w:t>
      </w:r>
    </w:p>
    <w:p w:rsidR="00201AC2" w:rsidRPr="00201AC2" w:rsidRDefault="00201AC2" w:rsidP="0034080D">
      <w:pPr>
        <w:spacing w:after="240"/>
        <w:ind w:left="426" w:hanging="426"/>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C14B1" w:rsidRPr="006F3279" w:rsidRDefault="005C14B1" w:rsidP="005C14B1">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PFM3.2</w:t>
      </w:r>
      <w:r w:rsidRPr="00CA4B46">
        <w:rPr>
          <w:i/>
          <w:sz w:val="18"/>
          <w:szCs w:val="18"/>
        </w:rPr>
        <w:t xml:space="preserve">: </w:t>
      </w:r>
      <w:r>
        <w:rPr>
          <w:i/>
          <w:sz w:val="18"/>
          <w:szCs w:val="18"/>
        </w:rPr>
        <w:t>Hidden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553136" w:rsidP="006F3279">
            <w:pPr>
              <w:spacing w:after="60"/>
              <w:ind w:left="1304"/>
              <w:rPr>
                <w:b/>
                <w:sz w:val="40"/>
                <w:szCs w:val="40"/>
              </w:rPr>
            </w:pPr>
            <w:r>
              <w:rPr>
                <w:b/>
                <w:sz w:val="40"/>
                <w:szCs w:val="40"/>
              </w:rPr>
              <w:t>Squashing a mattress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C14B1" w:rsidTr="003F16F9">
        <w:trPr>
          <w:trHeight w:val="340"/>
        </w:trPr>
        <w:tc>
          <w:tcPr>
            <w:tcW w:w="2196" w:type="dxa"/>
          </w:tcPr>
          <w:p w:rsidR="005C14B1" w:rsidRDefault="005C14B1" w:rsidP="005C14B1">
            <w:pPr>
              <w:spacing w:before="60" w:after="60"/>
            </w:pPr>
            <w:r>
              <w:t>Learning focus:</w:t>
            </w:r>
          </w:p>
        </w:tc>
        <w:tc>
          <w:tcPr>
            <w:tcW w:w="6820" w:type="dxa"/>
          </w:tcPr>
          <w:p w:rsidR="005C14B1" w:rsidRDefault="005C14B1" w:rsidP="005C14B1">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5C14B1" w:rsidTr="003F16F9">
        <w:trPr>
          <w:trHeight w:val="340"/>
        </w:trPr>
        <w:tc>
          <w:tcPr>
            <w:tcW w:w="2196" w:type="dxa"/>
          </w:tcPr>
          <w:p w:rsidR="005C14B1" w:rsidRDefault="005C14B1" w:rsidP="005C14B1">
            <w:pPr>
              <w:spacing w:before="60" w:after="60"/>
            </w:pPr>
            <w:r>
              <w:t>Observable learning outcome:</w:t>
            </w:r>
          </w:p>
        </w:tc>
        <w:tc>
          <w:tcPr>
            <w:tcW w:w="6820" w:type="dxa"/>
          </w:tcPr>
          <w:p w:rsidR="005C14B1" w:rsidRPr="00A50C9C" w:rsidRDefault="005C14B1" w:rsidP="005C14B1">
            <w:pPr>
              <w:spacing w:before="60" w:after="60"/>
              <w:rPr>
                <w:b/>
              </w:rPr>
            </w:pPr>
            <w:r w:rsidRPr="000667A8">
              <w:t>Explain how objects of different weights can all be supported by the same floor.</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4652C2" w:rsidP="00755E81">
            <w:pPr>
              <w:spacing w:before="60" w:after="60"/>
            </w:pPr>
            <w:r>
              <w:t>Critiquing a representation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5C14B1" w:rsidP="00755E81">
            <w:pPr>
              <w:spacing w:before="60" w:after="60"/>
            </w:pPr>
            <w:r>
              <w:t>balanced, force, weight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553136">
        <w:rPr>
          <w:rFonts w:cstheme="minorHAnsi"/>
          <w:color w:val="222222"/>
          <w:shd w:val="clear" w:color="auto" w:fill="FFFFFF"/>
        </w:rPr>
        <w:t>he following diagnostic questions:</w:t>
      </w:r>
    </w:p>
    <w:p w:rsidR="00B00348" w:rsidRPr="00553136" w:rsidRDefault="00B00348" w:rsidP="00B00348">
      <w:pPr>
        <w:pStyle w:val="ListParagraph"/>
        <w:numPr>
          <w:ilvl w:val="0"/>
          <w:numId w:val="1"/>
        </w:numPr>
        <w:spacing w:after="180"/>
      </w:pPr>
      <w:r w:rsidRPr="00553136">
        <w:t xml:space="preserve">Diagnostic </w:t>
      </w:r>
      <w:r w:rsidR="00BA75D4" w:rsidRPr="00553136">
        <w:t>question</w:t>
      </w:r>
      <w:r w:rsidRPr="00553136">
        <w:rPr>
          <w:i/>
        </w:rPr>
        <w:t xml:space="preserve">: </w:t>
      </w:r>
      <w:r w:rsidR="00553136" w:rsidRPr="00553136">
        <w:rPr>
          <w:i/>
        </w:rPr>
        <w:t>Heavy crate</w:t>
      </w:r>
    </w:p>
    <w:p w:rsidR="00553136" w:rsidRPr="00553136" w:rsidRDefault="00553136" w:rsidP="00553136">
      <w:pPr>
        <w:pStyle w:val="ListParagraph"/>
        <w:numPr>
          <w:ilvl w:val="0"/>
          <w:numId w:val="1"/>
        </w:numPr>
        <w:spacing w:after="180"/>
      </w:pPr>
      <w:r w:rsidRPr="00553136">
        <w:t>Diagnostic question</w:t>
      </w:r>
      <w:r w:rsidRPr="00553136">
        <w:rPr>
          <w:i/>
        </w:rPr>
        <w:t>: Light crate, heavy crate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5C14B1" w:rsidRDefault="005C14B1" w:rsidP="005C14B1">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5C14B1" w:rsidRDefault="005C14B1" w:rsidP="005C14B1">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5537D1" w:rsidRPr="00FD45C2" w:rsidRDefault="005537D1" w:rsidP="005537D1">
      <w:pPr>
        <w:spacing w:after="180"/>
      </w:pPr>
      <w:r w:rsidRPr="005537D1">
        <w:t xml:space="preserve">When </w:t>
      </w:r>
      <w:proofErr w:type="spellStart"/>
      <w:r w:rsidRPr="005537D1">
        <w:t>Minstrell</w:t>
      </w:r>
      <w:proofErr w:type="spellEnd"/>
      <w:r w:rsidRPr="005537D1">
        <w:t xml:space="preserve"> </w:t>
      </w:r>
      <w:r w:rsidRPr="005537D1">
        <w:fldChar w:fldCharType="begin"/>
      </w:r>
      <w:r w:rsidRPr="005537D1">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5537D1">
        <w:fldChar w:fldCharType="separate"/>
      </w:r>
      <w:r w:rsidRPr="005537D1">
        <w:rPr>
          <w:noProof/>
        </w:rPr>
        <w:t>(1982)</w:t>
      </w:r>
      <w:r w:rsidRPr="005537D1">
        <w:fldChar w:fldCharType="end"/>
      </w:r>
      <w:r w:rsidRPr="005537D1">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5537D1">
        <w:fldChar w:fldCharType="begin"/>
      </w:r>
      <w:r w:rsidRPr="005537D1">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5537D1">
        <w:fldChar w:fldCharType="separate"/>
      </w:r>
      <w:r w:rsidRPr="005537D1">
        <w:rPr>
          <w:noProof/>
        </w:rPr>
        <w:t>(Driver et al., 1994)</w:t>
      </w:r>
      <w:r w:rsidRPr="005537D1">
        <w:fldChar w:fldCharType="end"/>
      </w:r>
      <w:r w:rsidRPr="005537D1">
        <w:t xml:space="preserve">. Typically those who recognised an upwards force from the table described the downwards force as bigger. In a further study, </w:t>
      </w:r>
      <w:r w:rsidRPr="005537D1">
        <w:rPr>
          <w:noProof/>
        </w:rPr>
        <w:t xml:space="preserve">Montanero et al. </w:t>
      </w:r>
      <w:r w:rsidRPr="005537D1">
        <w:rPr>
          <w:noProof/>
        </w:rPr>
        <w:fldChar w:fldCharType="begin"/>
      </w:r>
      <w:r w:rsidRPr="005537D1">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5537D1">
        <w:rPr>
          <w:noProof/>
        </w:rPr>
        <w:fldChar w:fldCharType="separate"/>
      </w:r>
      <w:r w:rsidRPr="005537D1">
        <w:rPr>
          <w:noProof/>
        </w:rPr>
        <w:t>(2002)</w:t>
      </w:r>
      <w:r w:rsidRPr="005537D1">
        <w:rPr>
          <w:noProof/>
        </w:rPr>
        <w:fldChar w:fldCharType="end"/>
      </w:r>
      <w:r w:rsidRPr="005537D1">
        <w:rPr>
          <w:noProof/>
        </w:rPr>
        <w:t xml:space="preserve"> </w:t>
      </w:r>
      <w:r w:rsidRPr="005537D1">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5C14B1" w:rsidRDefault="005C14B1" w:rsidP="005C14B1">
      <w:pPr>
        <w:spacing w:after="180"/>
      </w:pPr>
      <w:r>
        <w:t xml:space="preserve">Bridging analogies gradually take the learner through a series of easily understood ‘base analogies’, in order to lead them to an understanding of a challenging ‘target concept’, which is outside the realm of their usual experience or understanding </w:t>
      </w:r>
      <w:r>
        <w:fldChar w:fldCharType="begin"/>
      </w:r>
      <w:r>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(Bryce and MacMillan, 2005)</w:t>
      </w:r>
      <w:r>
        <w:fldChar w:fldCharType="end"/>
      </w:r>
      <w:r>
        <w:t xml:space="preserve">. A target question can be used to make explicit students’ alternative conceptions about the topic under consideration and an analogous case suggested by the teacher to scaffold and develop understanding. Targeted questioning and dialogue can lead students to make connections between the analogy and the target concept, and where necessary additional bridging steps (base analogies) added by the teacher, in order to reach or strengthen understanding of the target concept. </w:t>
      </w:r>
      <w:r>
        <w:fldChar w:fldCharType="begin"/>
      </w:r>
      <w:r>
        <w:instrText xml:space="preserve"> ADDIN EN.CITE &lt;EndNote&gt;&lt;Cite&gt;&lt;Author&gt;Savinainen&lt;/Author&gt;&lt;Year&gt;2004&lt;/Year&gt;&lt;IDText&gt;Using a bridging representation and social interactions to foster conceptual change: Designing and evaluating an insturctional sequence for Newton&amp;apos;s third law&lt;/IDText&gt;&lt;DisplayText&gt;(Savinainen, Scott and Viiri, 2004)&lt;/DisplayText&gt;&lt;record&gt;&lt;titles&gt;&lt;title&gt;Using a bridging representation and social interactions to foster conceptual change: Designing and evaluating an insturctional sequence for Newton&amp;apos;s third law&lt;/title&gt;&lt;secondary-title&gt;Science Education&lt;/secondary-title&gt;&lt;/titles&gt;&lt;pages&gt;175-195&lt;/pages&gt;&lt;contributors&gt;&lt;authors&gt;&lt;author&gt;Savinainen, A&lt;/author&gt;&lt;author&gt;Scott, P&lt;/author&gt;&lt;author&gt;Viiri, J&lt;/author&gt;&lt;/authors&gt;&lt;/contributors&gt;&lt;added-date format="utc"&gt;1560410732&lt;/added-date&gt;&lt;ref-type name="Journal Article"&gt;17&lt;/ref-type&gt;&lt;dates&gt;&lt;year&gt;2004&lt;/year&gt;&lt;/dates&gt;&lt;rec-number&gt;132&lt;/rec-number&gt;&lt;last-updated-date format="utc"&gt;1560410823&lt;/last-updated-date&gt;&lt;volume&gt;89:2&lt;/volume&gt;&lt;/record&gt;&lt;/Cite&gt;&lt;/EndNote&gt;</w:instrText>
      </w:r>
      <w:r>
        <w:fldChar w:fldCharType="separate"/>
      </w:r>
      <w:r>
        <w:rPr>
          <w:noProof/>
        </w:rPr>
        <w:t>(Savinainen, Scott and Viiri, 2004)</w:t>
      </w:r>
      <w:r>
        <w:fldChar w:fldCharType="end"/>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4652C2" w:rsidRDefault="004652C2" w:rsidP="004652C2">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4652C2" w:rsidRDefault="004652C2" w:rsidP="004652C2">
      <w:pPr>
        <w:spacing w:after="180"/>
      </w:pPr>
      <w:r>
        <w:t xml:space="preserve">Philosophically science can be said to be a description of the ‘best model’ we have for the world. In this activity students should identify ways in which this particular model is a good representation of the real world, and ways in which it is not. </w:t>
      </w:r>
    </w:p>
    <w:p w:rsidR="004652C2" w:rsidRDefault="004652C2" w:rsidP="004652C2">
      <w:pPr>
        <w:spacing w:after="180"/>
      </w:pPr>
      <w:r>
        <w:t xml:space="preserve">Students should work together to answer the questions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4652C2" w:rsidRDefault="004652C2" w:rsidP="004652C2">
      <w:pPr>
        <w:spacing w:after="180"/>
      </w:pPr>
      <w:r>
        <w:t>Ending with the students completing the worksheet or questions from the PowerPoint individually, might help them to consolidate their learning.</w:t>
      </w:r>
    </w:p>
    <w:p w:rsidR="004652C2" w:rsidRPr="00E7124B" w:rsidRDefault="004652C2" w:rsidP="004652C2">
      <w:pPr>
        <w:spacing w:after="180"/>
        <w:rPr>
          <w:i/>
        </w:rPr>
      </w:pPr>
      <w:r w:rsidRPr="00E7124B">
        <w:rPr>
          <w:i/>
        </w:rPr>
        <w:t>Differentiation</w:t>
      </w:r>
    </w:p>
    <w:p w:rsidR="004652C2" w:rsidRPr="000947E2" w:rsidRDefault="004652C2" w:rsidP="004652C2">
      <w:pPr>
        <w:spacing w:after="180"/>
      </w:pPr>
      <w:r>
        <w:t>You may choose to use simplified worksheets for some students, for example with gaps to fill in so they can focus on the science. In some situations it may be more appropriate for a teaching assistant to read and/or scribe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Pr="0027754C" w:rsidRDefault="00F460DE" w:rsidP="00B00348">
      <w:pPr>
        <w:spacing w:after="180"/>
        <w:rPr>
          <w:b/>
        </w:rPr>
      </w:pPr>
      <w:r w:rsidRPr="0027754C">
        <w:rPr>
          <w:b/>
        </w:rPr>
        <w:t>Good representation:</w:t>
      </w:r>
    </w:p>
    <w:p w:rsidR="00F460DE" w:rsidRDefault="00F460DE" w:rsidP="00B00348">
      <w:pPr>
        <w:spacing w:after="180"/>
      </w:pPr>
      <w:r>
        <w:t xml:space="preserve">Springs are squashed by </w:t>
      </w:r>
      <w:r w:rsidR="00D157A1">
        <w:t xml:space="preserve">the </w:t>
      </w:r>
      <w:r>
        <w:t xml:space="preserve">weight of crate, </w:t>
      </w:r>
      <w:r w:rsidR="00D157A1">
        <w:t xml:space="preserve">in the same way </w:t>
      </w:r>
      <w:r>
        <w:t>as the floor is squashed.</w:t>
      </w:r>
    </w:p>
    <w:p w:rsidR="00F460DE" w:rsidRDefault="00F460DE" w:rsidP="00B00348">
      <w:pPr>
        <w:spacing w:after="180"/>
      </w:pPr>
      <w:r>
        <w:t xml:space="preserve">Each spring pushes up when it is squashed, </w:t>
      </w:r>
      <w:r w:rsidR="0027754C">
        <w:t xml:space="preserve">and </w:t>
      </w:r>
      <w:r w:rsidR="0027754C" w:rsidRPr="007B6DF0">
        <w:t xml:space="preserve">because at a microscopic level </w:t>
      </w:r>
      <w:r w:rsidR="00D157A1">
        <w:t>it</w:t>
      </w:r>
      <w:r w:rsidR="0027754C" w:rsidRPr="007B6DF0">
        <w:t xml:space="preserve"> is springy, </w:t>
      </w:r>
      <w:r w:rsidR="00D157A1">
        <w:t>the floor</w:t>
      </w:r>
      <w:r w:rsidR="0027754C" w:rsidRPr="007B6DF0">
        <w:t xml:space="preserve"> pushes back on the object with an equal sized force in the opposite direction to the object’s weight.</w:t>
      </w:r>
    </w:p>
    <w:p w:rsidR="0027754C" w:rsidRDefault="0027754C" w:rsidP="00B00348">
      <w:pPr>
        <w:spacing w:after="180"/>
      </w:pPr>
      <w:r>
        <w:t>Springs are squashed more by a heavier object, so they push back more when a heavier object rests on them, in the same way as different parts of the floor.</w:t>
      </w:r>
    </w:p>
    <w:p w:rsidR="0027754C" w:rsidRDefault="0027754C" w:rsidP="0027754C">
      <w:pPr>
        <w:spacing w:after="180"/>
        <w:rPr>
          <w:b/>
          <w:bCs/>
        </w:rPr>
      </w:pPr>
      <w:r>
        <w:rPr>
          <w:b/>
          <w:bCs/>
        </w:rPr>
        <w:t>N</w:t>
      </w:r>
      <w:r w:rsidRPr="0027754C">
        <w:rPr>
          <w:b/>
          <w:bCs/>
        </w:rPr>
        <w:t>ot an accurate representation</w:t>
      </w:r>
      <w:r>
        <w:rPr>
          <w:b/>
          <w:bCs/>
        </w:rPr>
        <w:t>:</w:t>
      </w:r>
    </w:p>
    <w:p w:rsidR="0027754C" w:rsidRDefault="0027754C" w:rsidP="0027754C">
      <w:pPr>
        <w:spacing w:after="180"/>
        <w:rPr>
          <w:bCs/>
        </w:rPr>
      </w:pPr>
      <w:r w:rsidRPr="0027754C">
        <w:rPr>
          <w:bCs/>
        </w:rPr>
        <w:t xml:space="preserve">There </w:t>
      </w:r>
      <w:r>
        <w:rPr>
          <w:bCs/>
        </w:rPr>
        <w:t>are no springs in the floor, instead forces between the atoms stop them from getting too close.</w:t>
      </w:r>
    </w:p>
    <w:p w:rsidR="0027754C" w:rsidRDefault="0027754C" w:rsidP="0027754C">
      <w:pPr>
        <w:spacing w:after="180"/>
        <w:rPr>
          <w:bCs/>
        </w:rPr>
      </w:pPr>
      <w:r>
        <w:rPr>
          <w:bCs/>
        </w:rPr>
        <w:t>Squashing of the floor is too small to see (usually).</w:t>
      </w:r>
    </w:p>
    <w:p w:rsidR="0027754C" w:rsidRDefault="0027754C" w:rsidP="0027754C">
      <w:pPr>
        <w:spacing w:after="180"/>
        <w:rPr>
          <w:bCs/>
        </w:rPr>
      </w:pPr>
      <w:r>
        <w:rPr>
          <w:bCs/>
        </w:rPr>
        <w:t>Big movements in the mattress springs can affect other parts of the mattress so heavy objects ‘roll’ together.</w:t>
      </w:r>
    </w:p>
    <w:p w:rsidR="0027754C" w:rsidRPr="0027754C" w:rsidRDefault="0027754C" w:rsidP="0027754C">
      <w:pPr>
        <w:spacing w:after="180"/>
      </w:pPr>
      <w:r>
        <w:rPr>
          <w:bCs/>
        </w:rPr>
        <w:t>A very heavy object would squash the springs flat and the object would rest on the bedframe, floors hold much heavier weights (before they break).</w:t>
      </w:r>
    </w:p>
    <w:p w:rsidR="0027754C" w:rsidRDefault="0027754C" w:rsidP="00026DEC">
      <w:pPr>
        <w:spacing w:after="180"/>
        <w:rPr>
          <w:b/>
          <w:color w:val="5F497A" w:themeColor="accent4" w:themeShade="BF"/>
          <w:sz w:val="24"/>
        </w:rPr>
      </w:pPr>
    </w:p>
    <w:p w:rsidR="0027754C" w:rsidRDefault="0027754C" w:rsidP="00026DEC">
      <w:pPr>
        <w:spacing w:after="180"/>
        <w:rPr>
          <w:b/>
          <w:color w:val="5F497A" w:themeColor="accent4" w:themeShade="BF"/>
          <w:sz w:val="24"/>
        </w:rPr>
      </w:pPr>
    </w:p>
    <w:p w:rsidR="0027754C" w:rsidRDefault="0027754C" w:rsidP="00026DEC">
      <w:pPr>
        <w:spacing w:after="180"/>
        <w:rPr>
          <w:b/>
          <w:color w:val="5F497A" w:themeColor="accent4" w:themeShade="BF"/>
          <w:sz w:val="24"/>
        </w:rPr>
      </w:pP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5C14B1">
        <w:t>.</w:t>
      </w:r>
    </w:p>
    <w:p w:rsidR="00CC78A5" w:rsidRDefault="00D278E8" w:rsidP="00E172C6">
      <w:pPr>
        <w:spacing w:after="180"/>
      </w:pPr>
      <w:r w:rsidRPr="0045323E">
        <w:t xml:space="preserve">Images: </w:t>
      </w:r>
      <w:r w:rsidR="005C14B1">
        <w:t xml:space="preserve">spring: </w:t>
      </w:r>
      <w:hyperlink r:id="rId10" w:history="1">
        <w:r w:rsidR="005C14B1" w:rsidRPr="005C14B1">
          <w:rPr>
            <w:rStyle w:val="Hyperlink"/>
            <w:color w:val="auto"/>
            <w:u w:val="none"/>
          </w:rPr>
          <w:t>https://pixabay.com/vectors/mathematical-r-spring-1295528/</w:t>
        </w:r>
      </w:hyperlink>
      <w:r w:rsidR="005C14B1">
        <w:t>, 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bookmarkStart w:id="0" w:name="_GoBack"/>
      <w:bookmarkEnd w:id="0"/>
    </w:p>
    <w:p w:rsidR="005C14B1" w:rsidRPr="005C14B1" w:rsidRDefault="005C14B1" w:rsidP="00574EDB">
      <w:pPr>
        <w:pStyle w:val="EndNoteBibliography"/>
        <w:spacing w:after="120"/>
        <w:ind w:left="426" w:hanging="426"/>
      </w:pPr>
      <w:r>
        <w:fldChar w:fldCharType="begin"/>
      </w:r>
      <w:r>
        <w:instrText xml:space="preserve"> ADDIN EN.REFLIST </w:instrText>
      </w:r>
      <w:r>
        <w:fldChar w:fldCharType="separate"/>
      </w:r>
      <w:r w:rsidRPr="005C14B1">
        <w:t xml:space="preserve">Bryce, T. and MacMillan, K. (2005). Encouraging conceptual change: the use of bridging analogies in the teaching of action-reaction forces and the 'at rest' condition in physics. </w:t>
      </w:r>
      <w:r w:rsidRPr="005C14B1">
        <w:rPr>
          <w:i/>
        </w:rPr>
        <w:t>International Journal of Science Education,</w:t>
      </w:r>
      <w:r w:rsidRPr="005C14B1">
        <w:t xml:space="preserve"> 27(6)</w:t>
      </w:r>
      <w:r w:rsidRPr="005C14B1">
        <w:rPr>
          <w:b/>
        </w:rPr>
        <w:t>,</w:t>
      </w:r>
      <w:r w:rsidRPr="005C14B1">
        <w:t xml:space="preserve"> 737-763.</w:t>
      </w:r>
    </w:p>
    <w:p w:rsidR="005C14B1" w:rsidRPr="005C14B1" w:rsidRDefault="005C14B1" w:rsidP="00574EDB">
      <w:pPr>
        <w:pStyle w:val="EndNoteBibliography"/>
        <w:spacing w:after="120"/>
        <w:ind w:left="426" w:hanging="426"/>
      </w:pPr>
      <w:r w:rsidRPr="005C14B1">
        <w:t xml:space="preserve">Driver, R., et al. (1994). </w:t>
      </w:r>
      <w:r w:rsidRPr="005C14B1">
        <w:rPr>
          <w:i/>
        </w:rPr>
        <w:t xml:space="preserve">Making Sense of Secondary Science: Research into Children's Ideas, </w:t>
      </w:r>
      <w:r w:rsidRPr="005C14B1">
        <w:t>London, UK: Routledge.</w:t>
      </w:r>
    </w:p>
    <w:p w:rsidR="005C14B1" w:rsidRPr="005C14B1" w:rsidRDefault="005C14B1" w:rsidP="00574EDB">
      <w:pPr>
        <w:pStyle w:val="EndNoteBibliography"/>
        <w:spacing w:after="120"/>
        <w:ind w:left="426" w:hanging="426"/>
      </w:pPr>
      <w:r w:rsidRPr="005C14B1">
        <w:t xml:space="preserve">Minstrell, J. (1982). Explaining the "aqt rest" condition of an object. </w:t>
      </w:r>
      <w:r w:rsidRPr="005C14B1">
        <w:rPr>
          <w:i/>
        </w:rPr>
        <w:t>The Physics Teacher,</w:t>
      </w:r>
      <w:r w:rsidRPr="005C14B1">
        <w:t xml:space="preserve"> 20</w:t>
      </w:r>
      <w:r w:rsidRPr="005C14B1">
        <w:rPr>
          <w:b/>
        </w:rPr>
        <w:t>,</w:t>
      </w:r>
      <w:r w:rsidRPr="005C14B1">
        <w:t xml:space="preserve"> 10-14.</w:t>
      </w:r>
    </w:p>
    <w:p w:rsidR="005C14B1" w:rsidRPr="005C14B1" w:rsidRDefault="005C14B1" w:rsidP="00574EDB">
      <w:pPr>
        <w:pStyle w:val="EndNoteBibliography"/>
        <w:spacing w:after="120"/>
        <w:ind w:left="426" w:hanging="426"/>
      </w:pPr>
      <w:r w:rsidRPr="005C14B1">
        <w:t xml:space="preserve">Montanero, M., et al. (2002). Implicit theories of static interactions between two bodies. </w:t>
      </w:r>
      <w:r w:rsidRPr="005C14B1">
        <w:rPr>
          <w:i/>
        </w:rPr>
        <w:t>Physics Education,</w:t>
      </w:r>
      <w:r w:rsidRPr="005C14B1">
        <w:t xml:space="preserve"> 37 (4)</w:t>
      </w:r>
      <w:r w:rsidRPr="005C14B1">
        <w:rPr>
          <w:b/>
        </w:rPr>
        <w:t>,</w:t>
      </w:r>
      <w:r w:rsidRPr="005C14B1">
        <w:t xml:space="preserve"> 318-323.</w:t>
      </w:r>
    </w:p>
    <w:p w:rsidR="005C14B1" w:rsidRPr="005C14B1" w:rsidRDefault="005C14B1" w:rsidP="00574EDB">
      <w:pPr>
        <w:pStyle w:val="EndNoteBibliography"/>
        <w:spacing w:after="120"/>
        <w:ind w:left="426" w:hanging="426"/>
      </w:pPr>
      <w:r w:rsidRPr="005C14B1">
        <w:t xml:space="preserve">Savinainen, A., Scott, P. and Viiri, J. (2004). Using a bridging representation and social interactions to foster conceptual change: Designing and evaluating an insturctional sequence for Newton's third law. </w:t>
      </w:r>
      <w:r w:rsidRPr="005C14B1">
        <w:rPr>
          <w:i/>
        </w:rPr>
        <w:t>Science Education,</w:t>
      </w:r>
      <w:r w:rsidRPr="005C14B1">
        <w:t xml:space="preserve"> 89:2</w:t>
      </w:r>
      <w:r w:rsidRPr="005C14B1">
        <w:rPr>
          <w:b/>
        </w:rPr>
        <w:t>,</w:t>
      </w:r>
      <w:r w:rsidRPr="005C14B1">
        <w:t xml:space="preserve"> 175-195.</w:t>
      </w:r>
    </w:p>
    <w:p w:rsidR="005C14B1" w:rsidRPr="005C14B1" w:rsidRDefault="005C14B1" w:rsidP="00574EDB">
      <w:pPr>
        <w:pStyle w:val="EndNoteBibliography"/>
        <w:spacing w:after="120"/>
        <w:ind w:left="426" w:hanging="426"/>
      </w:pPr>
      <w:r w:rsidRPr="005C14B1">
        <w:t xml:space="preserve">Sjoberg, S. and Lie, S. (1981). Ideas about force and movement among Norwegian pupils and students. </w:t>
      </w:r>
      <w:r w:rsidRPr="005C14B1">
        <w:rPr>
          <w:i/>
        </w:rPr>
        <w:t>Institute of Physics Report Series: Report 81-11.</w:t>
      </w:r>
      <w:r w:rsidRPr="005C14B1">
        <w:t xml:space="preserve"> University of Oslo.</w:t>
      </w:r>
    </w:p>
    <w:p w:rsidR="005C14B1" w:rsidRPr="005C14B1" w:rsidRDefault="005C14B1" w:rsidP="00574EDB">
      <w:pPr>
        <w:pStyle w:val="EndNoteBibliography"/>
        <w:spacing w:after="120"/>
        <w:ind w:left="426" w:hanging="426"/>
      </w:pPr>
      <w:r w:rsidRPr="005C14B1">
        <w:t xml:space="preserve">Terry, C., Jones, G. and Hurford, W. (1985). Children's conceptual understanding for force and equilibrium. </w:t>
      </w:r>
      <w:r w:rsidRPr="005C14B1">
        <w:rPr>
          <w:i/>
        </w:rPr>
        <w:t>Physics Education,</w:t>
      </w:r>
      <w:r w:rsidRPr="005C14B1">
        <w:t xml:space="preserve"> 20(4)</w:t>
      </w:r>
      <w:r w:rsidRPr="005C14B1">
        <w:rPr>
          <w:b/>
        </w:rPr>
        <w:t>,</w:t>
      </w:r>
      <w:r w:rsidRPr="005C14B1">
        <w:t xml:space="preserve"> 162-165.</w:t>
      </w:r>
    </w:p>
    <w:p w:rsidR="007E4771" w:rsidRPr="007E4771" w:rsidRDefault="005C14B1" w:rsidP="00574EDB">
      <w:pPr>
        <w:spacing w:after="120"/>
        <w:ind w:left="426" w:hanging="426"/>
      </w:pP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80D" w:rsidRDefault="0034080D" w:rsidP="000B473B">
      <w:r>
        <w:separator/>
      </w:r>
    </w:p>
  </w:endnote>
  <w:endnote w:type="continuationSeparator" w:id="0">
    <w:p w:rsidR="0034080D" w:rsidRDefault="0034080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AE81D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74EDB">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80D" w:rsidRDefault="0034080D" w:rsidP="000B473B">
      <w:r>
        <w:separator/>
      </w:r>
    </w:p>
  </w:footnote>
  <w:footnote w:type="continuationSeparator" w:id="0">
    <w:p w:rsidR="0034080D" w:rsidRDefault="0034080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D7512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6C175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235A7"/>
    <w:multiLevelType w:val="hybridMultilevel"/>
    <w:tmpl w:val="2C3E9AF2"/>
    <w:lvl w:ilvl="0" w:tplc="E3908B1C">
      <w:start w:val="1"/>
      <w:numFmt w:val="decimal"/>
      <w:lvlText w:val="%1."/>
      <w:lvlJc w:val="left"/>
      <w:pPr>
        <w:tabs>
          <w:tab w:val="num" w:pos="720"/>
        </w:tabs>
        <w:ind w:left="720" w:hanging="360"/>
      </w:pPr>
    </w:lvl>
    <w:lvl w:ilvl="1" w:tplc="5C3CEFE6" w:tentative="1">
      <w:start w:val="1"/>
      <w:numFmt w:val="decimal"/>
      <w:lvlText w:val="%2."/>
      <w:lvlJc w:val="left"/>
      <w:pPr>
        <w:tabs>
          <w:tab w:val="num" w:pos="1440"/>
        </w:tabs>
        <w:ind w:left="1440" w:hanging="360"/>
      </w:pPr>
    </w:lvl>
    <w:lvl w:ilvl="2" w:tplc="EEEA0ED8" w:tentative="1">
      <w:start w:val="1"/>
      <w:numFmt w:val="decimal"/>
      <w:lvlText w:val="%3."/>
      <w:lvlJc w:val="left"/>
      <w:pPr>
        <w:tabs>
          <w:tab w:val="num" w:pos="2160"/>
        </w:tabs>
        <w:ind w:left="2160" w:hanging="360"/>
      </w:pPr>
    </w:lvl>
    <w:lvl w:ilvl="3" w:tplc="FB50BCF8" w:tentative="1">
      <w:start w:val="1"/>
      <w:numFmt w:val="decimal"/>
      <w:lvlText w:val="%4."/>
      <w:lvlJc w:val="left"/>
      <w:pPr>
        <w:tabs>
          <w:tab w:val="num" w:pos="2880"/>
        </w:tabs>
        <w:ind w:left="2880" w:hanging="360"/>
      </w:pPr>
    </w:lvl>
    <w:lvl w:ilvl="4" w:tplc="2B6E6E5E" w:tentative="1">
      <w:start w:val="1"/>
      <w:numFmt w:val="decimal"/>
      <w:lvlText w:val="%5."/>
      <w:lvlJc w:val="left"/>
      <w:pPr>
        <w:tabs>
          <w:tab w:val="num" w:pos="3600"/>
        </w:tabs>
        <w:ind w:left="3600" w:hanging="360"/>
      </w:pPr>
    </w:lvl>
    <w:lvl w:ilvl="5" w:tplc="AD2C23AE" w:tentative="1">
      <w:start w:val="1"/>
      <w:numFmt w:val="decimal"/>
      <w:lvlText w:val="%6."/>
      <w:lvlJc w:val="left"/>
      <w:pPr>
        <w:tabs>
          <w:tab w:val="num" w:pos="4320"/>
        </w:tabs>
        <w:ind w:left="4320" w:hanging="360"/>
      </w:pPr>
    </w:lvl>
    <w:lvl w:ilvl="6" w:tplc="2D6E4866" w:tentative="1">
      <w:start w:val="1"/>
      <w:numFmt w:val="decimal"/>
      <w:lvlText w:val="%7."/>
      <w:lvlJc w:val="left"/>
      <w:pPr>
        <w:tabs>
          <w:tab w:val="num" w:pos="5040"/>
        </w:tabs>
        <w:ind w:left="5040" w:hanging="360"/>
      </w:pPr>
    </w:lvl>
    <w:lvl w:ilvl="7" w:tplc="FC500E68" w:tentative="1">
      <w:start w:val="1"/>
      <w:numFmt w:val="decimal"/>
      <w:lvlText w:val="%8."/>
      <w:lvlJc w:val="left"/>
      <w:pPr>
        <w:tabs>
          <w:tab w:val="num" w:pos="5760"/>
        </w:tabs>
        <w:ind w:left="5760" w:hanging="360"/>
      </w:pPr>
    </w:lvl>
    <w:lvl w:ilvl="8" w:tplc="19FC3194" w:tentative="1">
      <w:start w:val="1"/>
      <w:numFmt w:val="decimal"/>
      <w:lvlText w:val="%9."/>
      <w:lvlJc w:val="left"/>
      <w:pPr>
        <w:tabs>
          <w:tab w:val="num" w:pos="6480"/>
        </w:tabs>
        <w:ind w:left="6480" w:hanging="360"/>
      </w:pPr>
    </w:lvl>
  </w:abstractNum>
  <w:abstractNum w:abstractNumId="1" w15:restartNumberingAfterBreak="0">
    <w:nsid w:val="1C5D50BB"/>
    <w:multiLevelType w:val="hybridMultilevel"/>
    <w:tmpl w:val="941C5B38"/>
    <w:lvl w:ilvl="0" w:tplc="A734127E">
      <w:start w:val="2"/>
      <w:numFmt w:val="decimal"/>
      <w:lvlText w:val="%1."/>
      <w:lvlJc w:val="left"/>
      <w:pPr>
        <w:ind w:left="114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3E0292"/>
    <w:multiLevelType w:val="hybridMultilevel"/>
    <w:tmpl w:val="76DEB214"/>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 w15:restartNumberingAfterBreak="0">
    <w:nsid w:val="5AAE14A8"/>
    <w:multiLevelType w:val="hybridMultilevel"/>
    <w:tmpl w:val="3E62B6B8"/>
    <w:lvl w:ilvl="0" w:tplc="A734127E">
      <w:start w:val="2"/>
      <w:numFmt w:val="decimal"/>
      <w:lvlText w:val="%1."/>
      <w:lvlJc w:val="left"/>
      <w:pPr>
        <w:ind w:left="114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D856783"/>
    <w:multiLevelType w:val="hybridMultilevel"/>
    <w:tmpl w:val="1BACD658"/>
    <w:lvl w:ilvl="0" w:tplc="6B8C4420">
      <w:start w:val="1"/>
      <w:numFmt w:val="decimal"/>
      <w:lvlText w:val="%1."/>
      <w:lvlJc w:val="left"/>
      <w:pPr>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num w:numId="1">
    <w:abstractNumId w:val="3"/>
  </w:num>
  <w:num w:numId="2">
    <w:abstractNumId w:val="6"/>
  </w:num>
  <w:num w:numId="3">
    <w:abstractNumId w:val="2"/>
  </w:num>
  <w:num w:numId="4">
    <w:abstractNumId w:val="0"/>
  </w:num>
  <w:num w:numId="5">
    <w:abstractNumId w:val="4"/>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4080D"/>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7754C"/>
    <w:rsid w:val="0028012F"/>
    <w:rsid w:val="002828DF"/>
    <w:rsid w:val="00287876"/>
    <w:rsid w:val="00292C53"/>
    <w:rsid w:val="00294E22"/>
    <w:rsid w:val="002A08F2"/>
    <w:rsid w:val="002C22EA"/>
    <w:rsid w:val="002C59BA"/>
    <w:rsid w:val="002F41B2"/>
    <w:rsid w:val="00301AA9"/>
    <w:rsid w:val="003117F6"/>
    <w:rsid w:val="0034080D"/>
    <w:rsid w:val="003533B8"/>
    <w:rsid w:val="00356308"/>
    <w:rsid w:val="003752BE"/>
    <w:rsid w:val="003A346A"/>
    <w:rsid w:val="003B2917"/>
    <w:rsid w:val="003B541B"/>
    <w:rsid w:val="003E2B2F"/>
    <w:rsid w:val="003E6046"/>
    <w:rsid w:val="003F16F9"/>
    <w:rsid w:val="00430C1F"/>
    <w:rsid w:val="00442595"/>
    <w:rsid w:val="0045323E"/>
    <w:rsid w:val="004652C2"/>
    <w:rsid w:val="0048726C"/>
    <w:rsid w:val="004B0EE1"/>
    <w:rsid w:val="004D0D83"/>
    <w:rsid w:val="004E1DF1"/>
    <w:rsid w:val="004E5592"/>
    <w:rsid w:val="0050055B"/>
    <w:rsid w:val="00524710"/>
    <w:rsid w:val="00553136"/>
    <w:rsid w:val="005537D1"/>
    <w:rsid w:val="00555342"/>
    <w:rsid w:val="005560E2"/>
    <w:rsid w:val="00574EDB"/>
    <w:rsid w:val="005A452E"/>
    <w:rsid w:val="005A6EE7"/>
    <w:rsid w:val="005C14B1"/>
    <w:rsid w:val="005E07F2"/>
    <w:rsid w:val="005F1A7B"/>
    <w:rsid w:val="005F3CE4"/>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94BC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C2E4D"/>
    <w:rsid w:val="00CC78A5"/>
    <w:rsid w:val="00CC7B16"/>
    <w:rsid w:val="00CE0C58"/>
    <w:rsid w:val="00CE15FE"/>
    <w:rsid w:val="00D02E15"/>
    <w:rsid w:val="00D14F44"/>
    <w:rsid w:val="00D157A1"/>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460DE"/>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14C424"/>
  <w15:docId w15:val="{1212A1AA-134E-4F2C-989B-97BF12BA7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C14B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C14B1"/>
    <w:rPr>
      <w:rFonts w:ascii="Calibri" w:hAnsi="Calibri" w:cs="Calibri"/>
      <w:noProof/>
      <w:lang w:val="en-US"/>
    </w:rPr>
  </w:style>
  <w:style w:type="paragraph" w:customStyle="1" w:styleId="EndNoteBibliography">
    <w:name w:val="EndNote Bibliography"/>
    <w:basedOn w:val="Normal"/>
    <w:link w:val="EndNoteBibliographyChar"/>
    <w:rsid w:val="005C14B1"/>
    <w:rPr>
      <w:rFonts w:ascii="Calibri" w:hAnsi="Calibri" w:cs="Calibri"/>
      <w:noProof/>
      <w:lang w:val="en-US"/>
    </w:rPr>
  </w:style>
  <w:style w:type="character" w:customStyle="1" w:styleId="EndNoteBibliographyChar">
    <w:name w:val="EndNote Bibliography Char"/>
    <w:basedOn w:val="DefaultParagraphFont"/>
    <w:link w:val="EndNoteBibliography"/>
    <w:rsid w:val="005C14B1"/>
    <w:rPr>
      <w:rFonts w:ascii="Calibri" w:hAnsi="Calibri" w:cs="Calibri"/>
      <w:noProof/>
      <w:lang w:val="en-US"/>
    </w:rPr>
  </w:style>
  <w:style w:type="paragraph" w:styleId="NormalWeb">
    <w:name w:val="Normal (Web)"/>
    <w:basedOn w:val="Normal"/>
    <w:uiPriority w:val="99"/>
    <w:semiHidden/>
    <w:unhideWhenUsed/>
    <w:rsid w:val="005C14B1"/>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5C14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5925">
      <w:bodyDiv w:val="1"/>
      <w:marLeft w:val="0"/>
      <w:marRight w:val="0"/>
      <w:marTop w:val="0"/>
      <w:marBottom w:val="0"/>
      <w:divBdr>
        <w:top w:val="none" w:sz="0" w:space="0" w:color="auto"/>
        <w:left w:val="none" w:sz="0" w:space="0" w:color="auto"/>
        <w:bottom w:val="none" w:sz="0" w:space="0" w:color="auto"/>
        <w:right w:val="none" w:sz="0" w:space="0" w:color="auto"/>
      </w:divBdr>
    </w:div>
    <w:div w:id="906572289">
      <w:bodyDiv w:val="1"/>
      <w:marLeft w:val="0"/>
      <w:marRight w:val="0"/>
      <w:marTop w:val="0"/>
      <w:marBottom w:val="0"/>
      <w:divBdr>
        <w:top w:val="none" w:sz="0" w:space="0" w:color="auto"/>
        <w:left w:val="none" w:sz="0" w:space="0" w:color="auto"/>
        <w:bottom w:val="none" w:sz="0" w:space="0" w:color="auto"/>
        <w:right w:val="none" w:sz="0" w:space="0" w:color="auto"/>
      </w:divBdr>
    </w:div>
    <w:div w:id="1679693045">
      <w:bodyDiv w:val="1"/>
      <w:marLeft w:val="0"/>
      <w:marRight w:val="0"/>
      <w:marTop w:val="0"/>
      <w:marBottom w:val="0"/>
      <w:divBdr>
        <w:top w:val="none" w:sz="0" w:space="0" w:color="auto"/>
        <w:left w:val="none" w:sz="0" w:space="0" w:color="auto"/>
        <w:bottom w:val="none" w:sz="0" w:space="0" w:color="auto"/>
        <w:right w:val="none" w:sz="0" w:space="0" w:color="auto"/>
      </w:divBdr>
    </w:div>
    <w:div w:id="1972057454">
      <w:bodyDiv w:val="1"/>
      <w:marLeft w:val="0"/>
      <w:marRight w:val="0"/>
      <w:marTop w:val="0"/>
      <w:marBottom w:val="0"/>
      <w:divBdr>
        <w:top w:val="none" w:sz="0" w:space="0" w:color="auto"/>
        <w:left w:val="none" w:sz="0" w:space="0" w:color="auto"/>
        <w:bottom w:val="none" w:sz="0" w:space="0" w:color="auto"/>
        <w:right w:val="none" w:sz="0" w:space="0" w:color="auto"/>
      </w:divBdr>
      <w:divsChild>
        <w:div w:id="187060592">
          <w:marLeft w:val="547"/>
          <w:marRight w:val="0"/>
          <w:marTop w:val="0"/>
          <w:marBottom w:val="180"/>
          <w:divBdr>
            <w:top w:val="none" w:sz="0" w:space="0" w:color="auto"/>
            <w:left w:val="none" w:sz="0" w:space="0" w:color="auto"/>
            <w:bottom w:val="none" w:sz="0" w:space="0" w:color="auto"/>
            <w:right w:val="none" w:sz="0" w:space="0" w:color="auto"/>
          </w:divBdr>
        </w:div>
        <w:div w:id="771365372">
          <w:marLeft w:val="547"/>
          <w:marRight w:val="0"/>
          <w:marTop w:val="0"/>
          <w:marBottom w:val="180"/>
          <w:divBdr>
            <w:top w:val="none" w:sz="0" w:space="0" w:color="auto"/>
            <w:left w:val="none" w:sz="0" w:space="0" w:color="auto"/>
            <w:bottom w:val="none" w:sz="0" w:space="0" w:color="auto"/>
            <w:right w:val="none" w:sz="0" w:space="0" w:color="auto"/>
          </w:divBdr>
        </w:div>
      </w:divsChild>
    </w:div>
    <w:div w:id="207816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pixabay.com/vectors/mathematical-r-spring-1295528/"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Critiquing%20a%20repres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.template_physics_item_response_Critiquing a representation.dotx</Template>
  <TotalTime>33</TotalTime>
  <Pages>4</Pages>
  <Words>2048</Words>
  <Characters>11677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2019-06-18T08:28:00Z</dcterms:created>
  <dcterms:modified xsi:type="dcterms:W3CDTF">2019-07-01T11:30:00Z</dcterms:modified>
</cp:coreProperties>
</file>